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007" w:rsidRPr="005419E8" w:rsidRDefault="001A6CB1" w:rsidP="001A6CB1">
      <w:pPr>
        <w:jc w:val="center"/>
        <w:rPr>
          <w:b/>
          <w:sz w:val="32"/>
          <w:szCs w:val="32"/>
        </w:rPr>
      </w:pPr>
      <w:r w:rsidRPr="005419E8">
        <w:rPr>
          <w:b/>
          <w:sz w:val="32"/>
          <w:szCs w:val="32"/>
        </w:rPr>
        <w:t>Physics 4</w:t>
      </w:r>
      <w:r w:rsidR="0001583A">
        <w:rPr>
          <w:b/>
          <w:sz w:val="32"/>
          <w:szCs w:val="32"/>
        </w:rPr>
        <w:t>0</w:t>
      </w:r>
      <w:bookmarkStart w:id="0" w:name="_GoBack"/>
      <w:bookmarkEnd w:id="0"/>
      <w:r w:rsidRPr="005419E8">
        <w:rPr>
          <w:b/>
          <w:sz w:val="32"/>
          <w:szCs w:val="32"/>
        </w:rPr>
        <w:t xml:space="preserve"> Lab</w:t>
      </w:r>
    </w:p>
    <w:p w:rsidR="001A6CB1" w:rsidRPr="005419E8" w:rsidRDefault="001A6CB1" w:rsidP="001A6CB1">
      <w:pPr>
        <w:jc w:val="center"/>
        <w:rPr>
          <w:b/>
          <w:sz w:val="28"/>
          <w:szCs w:val="28"/>
        </w:rPr>
      </w:pPr>
      <w:r w:rsidRPr="005419E8">
        <w:rPr>
          <w:b/>
          <w:sz w:val="28"/>
          <w:szCs w:val="28"/>
        </w:rPr>
        <w:t>Finding Your Focus</w:t>
      </w:r>
    </w:p>
    <w:p w:rsidR="001A6CB1" w:rsidRPr="005419E8" w:rsidRDefault="001A6CB1" w:rsidP="001A6CB1">
      <w:pPr>
        <w:rPr>
          <w:b/>
          <w:sz w:val="28"/>
          <w:szCs w:val="28"/>
        </w:rPr>
      </w:pPr>
    </w:p>
    <w:p w:rsidR="001A6CB1" w:rsidRPr="005419E8" w:rsidRDefault="001A6CB1" w:rsidP="001A6CB1">
      <w:pPr>
        <w:rPr>
          <w:b/>
          <w:sz w:val="28"/>
          <w:szCs w:val="28"/>
        </w:rPr>
      </w:pPr>
      <w:r w:rsidRPr="005419E8">
        <w:rPr>
          <w:b/>
          <w:sz w:val="28"/>
          <w:szCs w:val="28"/>
        </w:rPr>
        <w:t>Objective:</w:t>
      </w:r>
      <w:r w:rsidRPr="005419E8">
        <w:rPr>
          <w:b/>
          <w:sz w:val="28"/>
          <w:szCs w:val="28"/>
        </w:rPr>
        <w:tab/>
        <w:t>Find the focal point of an unknown concave mirror</w:t>
      </w:r>
    </w:p>
    <w:p w:rsidR="001A6CB1" w:rsidRPr="005419E8" w:rsidRDefault="001A6CB1" w:rsidP="001A6CB1">
      <w:pPr>
        <w:rPr>
          <w:b/>
          <w:sz w:val="28"/>
          <w:szCs w:val="28"/>
        </w:rPr>
      </w:pPr>
    </w:p>
    <w:p w:rsidR="00922D48" w:rsidRPr="005419E8" w:rsidRDefault="001A6CB1" w:rsidP="001A6CB1">
      <w:pPr>
        <w:rPr>
          <w:b/>
          <w:sz w:val="28"/>
          <w:szCs w:val="28"/>
        </w:rPr>
      </w:pPr>
      <w:r w:rsidRPr="005419E8">
        <w:rPr>
          <w:b/>
          <w:sz w:val="28"/>
          <w:szCs w:val="28"/>
        </w:rPr>
        <w:t>Material:</w:t>
      </w:r>
      <w:r w:rsidRPr="005419E8">
        <w:rPr>
          <w:b/>
          <w:sz w:val="28"/>
          <w:szCs w:val="28"/>
        </w:rPr>
        <w:tab/>
      </w:r>
      <w:r w:rsidR="00922D48" w:rsidRPr="005419E8">
        <w:rPr>
          <w:sz w:val="28"/>
          <w:szCs w:val="28"/>
        </w:rPr>
        <w:t>Small c</w:t>
      </w:r>
      <w:r w:rsidRPr="005419E8">
        <w:rPr>
          <w:sz w:val="28"/>
          <w:szCs w:val="28"/>
        </w:rPr>
        <w:t>oncave</w:t>
      </w:r>
      <w:r w:rsidR="00922D48" w:rsidRPr="005419E8">
        <w:rPr>
          <w:sz w:val="28"/>
          <w:szCs w:val="28"/>
        </w:rPr>
        <w:t xml:space="preserve"> mirror, clay, candle, meter stick and 2 sheets of paper</w:t>
      </w:r>
    </w:p>
    <w:p w:rsidR="00922D48" w:rsidRPr="005419E8" w:rsidRDefault="00922D48" w:rsidP="001A6CB1">
      <w:pPr>
        <w:rPr>
          <w:b/>
          <w:sz w:val="28"/>
          <w:szCs w:val="28"/>
        </w:rPr>
      </w:pPr>
    </w:p>
    <w:p w:rsidR="001A6CB1" w:rsidRDefault="00922D48" w:rsidP="001A6CB1">
      <w:pPr>
        <w:rPr>
          <w:sz w:val="28"/>
          <w:szCs w:val="28"/>
        </w:rPr>
      </w:pPr>
      <w:r w:rsidRPr="005419E8">
        <w:rPr>
          <w:b/>
          <w:sz w:val="28"/>
          <w:szCs w:val="28"/>
        </w:rPr>
        <w:t>Procedure:</w:t>
      </w:r>
      <w:r w:rsidRPr="005419E8">
        <w:rPr>
          <w:b/>
          <w:sz w:val="28"/>
          <w:szCs w:val="28"/>
        </w:rPr>
        <w:tab/>
      </w:r>
      <w:r w:rsidRPr="005419E8">
        <w:rPr>
          <w:sz w:val="28"/>
          <w:szCs w:val="28"/>
        </w:rPr>
        <w:t xml:space="preserve"> </w:t>
      </w:r>
      <w:r w:rsidR="00AC3260" w:rsidRPr="005419E8">
        <w:rPr>
          <w:sz w:val="28"/>
          <w:szCs w:val="28"/>
        </w:rPr>
        <w:t xml:space="preserve">Lay meter stick on the edge of a bench top.  Place the candle on one end of the meter stick and a clay mounted mirror at the other end.  The mirror must be slightly skewed so the image does not reflect back to the candle.  Fold one sheet of paper in half.  </w:t>
      </w:r>
      <w:r w:rsidR="005419E8" w:rsidRPr="005419E8">
        <w:rPr>
          <w:sz w:val="28"/>
          <w:szCs w:val="28"/>
        </w:rPr>
        <w:t xml:space="preserve">Record the distance between the mirror and the candle.  </w:t>
      </w:r>
      <w:r w:rsidR="00AC3260" w:rsidRPr="005419E8">
        <w:rPr>
          <w:sz w:val="28"/>
          <w:szCs w:val="28"/>
        </w:rPr>
        <w:t>Light the candle.</w:t>
      </w:r>
      <w:r w:rsidR="005419E8" w:rsidRPr="005419E8">
        <w:rPr>
          <w:sz w:val="28"/>
          <w:szCs w:val="28"/>
        </w:rPr>
        <w:t xml:space="preserve">  Use the folded paper to locate the sharpest image possible projected onto the paper.  Record if the image </w:t>
      </w:r>
      <w:r w:rsidR="00096F63">
        <w:rPr>
          <w:sz w:val="28"/>
          <w:szCs w:val="28"/>
        </w:rPr>
        <w:t xml:space="preserve">is </w:t>
      </w:r>
      <w:r w:rsidR="005419E8" w:rsidRPr="005419E8">
        <w:rPr>
          <w:sz w:val="28"/>
          <w:szCs w:val="28"/>
          <w:u w:val="single"/>
        </w:rPr>
        <w:t>enlarged</w:t>
      </w:r>
      <w:r w:rsidR="005419E8" w:rsidRPr="005419E8">
        <w:rPr>
          <w:sz w:val="28"/>
          <w:szCs w:val="28"/>
        </w:rPr>
        <w:t xml:space="preserve"> or </w:t>
      </w:r>
      <w:r w:rsidR="005419E8" w:rsidRPr="005419E8">
        <w:rPr>
          <w:sz w:val="28"/>
          <w:szCs w:val="28"/>
          <w:u w:val="single"/>
        </w:rPr>
        <w:t>reduced</w:t>
      </w:r>
      <w:r w:rsidR="005419E8" w:rsidRPr="005419E8">
        <w:rPr>
          <w:sz w:val="28"/>
          <w:szCs w:val="28"/>
        </w:rPr>
        <w:t xml:space="preserve"> and </w:t>
      </w:r>
      <w:r w:rsidR="005419E8" w:rsidRPr="005419E8">
        <w:rPr>
          <w:sz w:val="28"/>
          <w:szCs w:val="28"/>
          <w:u w:val="single"/>
        </w:rPr>
        <w:t>inverted</w:t>
      </w:r>
      <w:r w:rsidR="005419E8" w:rsidRPr="005419E8">
        <w:rPr>
          <w:sz w:val="28"/>
          <w:szCs w:val="28"/>
        </w:rPr>
        <w:t xml:space="preserve"> or </w:t>
      </w:r>
      <w:r w:rsidR="005419E8" w:rsidRPr="005419E8">
        <w:rPr>
          <w:sz w:val="28"/>
          <w:szCs w:val="28"/>
          <w:u w:val="single"/>
        </w:rPr>
        <w:t>upright</w:t>
      </w:r>
      <w:r w:rsidR="00096F63">
        <w:rPr>
          <w:sz w:val="28"/>
          <w:szCs w:val="28"/>
        </w:rPr>
        <w:t>.  Record its distance from the mirror</w:t>
      </w:r>
      <w:r w:rsidR="005419E8" w:rsidRPr="005419E8">
        <w:rPr>
          <w:sz w:val="28"/>
          <w:szCs w:val="28"/>
        </w:rPr>
        <w:t>.</w:t>
      </w:r>
      <w:r w:rsidR="00096F63">
        <w:rPr>
          <w:sz w:val="28"/>
          <w:szCs w:val="28"/>
        </w:rPr>
        <w:t xml:space="preserve">  Move the candle 10 cm closer and repeat the image location and description.</w:t>
      </w:r>
    </w:p>
    <w:p w:rsidR="00096F63" w:rsidRDefault="00096F63" w:rsidP="001A6CB1">
      <w:pPr>
        <w:rPr>
          <w:sz w:val="28"/>
          <w:szCs w:val="28"/>
        </w:rPr>
      </w:pPr>
    </w:p>
    <w:p w:rsidR="00096F63" w:rsidRDefault="00096F63" w:rsidP="001A6CB1">
      <w:pPr>
        <w:rPr>
          <w:sz w:val="28"/>
          <w:szCs w:val="28"/>
        </w:rPr>
      </w:pPr>
      <w:r w:rsidRPr="00096F63">
        <w:rPr>
          <w:b/>
          <w:sz w:val="28"/>
          <w:szCs w:val="28"/>
        </w:rPr>
        <w:t>Calculations</w:t>
      </w:r>
      <w:r>
        <w:rPr>
          <w:sz w:val="28"/>
          <w:szCs w:val="28"/>
        </w:rPr>
        <w:t>:  Calculate the focal point of the mirror for every image found.</w:t>
      </w:r>
    </w:p>
    <w:p w:rsidR="00096F63" w:rsidRPr="00096F63" w:rsidRDefault="00096F63" w:rsidP="001A6CB1">
      <w:pPr>
        <w:rPr>
          <w:b/>
          <w:sz w:val="28"/>
          <w:szCs w:val="28"/>
        </w:rPr>
      </w:pPr>
      <w:r>
        <w:rPr>
          <w:sz w:val="28"/>
          <w:szCs w:val="28"/>
        </w:rPr>
        <w:t>Use the following equation:</w:t>
      </w:r>
      <w:r>
        <w:rPr>
          <w:sz w:val="28"/>
          <w:szCs w:val="28"/>
        </w:rPr>
        <w:tab/>
      </w:r>
      <w:r w:rsidRPr="00096F63">
        <w:rPr>
          <w:b/>
          <w:sz w:val="28"/>
          <w:szCs w:val="28"/>
        </w:rPr>
        <w:t>1/f = 1/</w:t>
      </w:r>
      <w:proofErr w:type="gramStart"/>
      <w:r w:rsidRPr="00096F63">
        <w:rPr>
          <w:b/>
          <w:sz w:val="28"/>
          <w:szCs w:val="28"/>
        </w:rPr>
        <w:t>d</w:t>
      </w:r>
      <w:r w:rsidRPr="00096F63">
        <w:rPr>
          <w:b/>
          <w:sz w:val="28"/>
          <w:szCs w:val="28"/>
          <w:vertAlign w:val="subscript"/>
        </w:rPr>
        <w:t>i</w:t>
      </w:r>
      <w:r w:rsidRPr="00096F63">
        <w:rPr>
          <w:b/>
          <w:sz w:val="28"/>
          <w:szCs w:val="28"/>
        </w:rPr>
        <w:t xml:space="preserve">  +</w:t>
      </w:r>
      <w:proofErr w:type="gramEnd"/>
      <w:r w:rsidRPr="00096F63">
        <w:rPr>
          <w:b/>
          <w:sz w:val="28"/>
          <w:szCs w:val="28"/>
        </w:rPr>
        <w:t xml:space="preserve">  1/d</w:t>
      </w:r>
      <w:r w:rsidRPr="00096F63">
        <w:rPr>
          <w:b/>
          <w:sz w:val="28"/>
          <w:szCs w:val="28"/>
          <w:vertAlign w:val="subscript"/>
        </w:rPr>
        <w:t>o</w:t>
      </w:r>
    </w:p>
    <w:p w:rsidR="00096F63" w:rsidRDefault="00D0637A" w:rsidP="001A6CB1">
      <w:pPr>
        <w:rPr>
          <w:b/>
          <w:sz w:val="28"/>
          <w:szCs w:val="28"/>
        </w:rPr>
      </w:pPr>
      <w:r w:rsidRPr="00D0637A">
        <w:rPr>
          <w:b/>
          <w:sz w:val="28"/>
          <w:szCs w:val="28"/>
        </w:rPr>
        <w:t>Questions:</w:t>
      </w:r>
    </w:p>
    <w:p w:rsidR="00D0637A" w:rsidRDefault="00D0637A" w:rsidP="00D0637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the average focal point length?</w:t>
      </w:r>
    </w:p>
    <w:p w:rsidR="00D0637A" w:rsidRDefault="00D0637A" w:rsidP="00D0637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Was an image found at every location?  Why?</w:t>
      </w:r>
    </w:p>
    <w:p w:rsidR="00D0637A" w:rsidRDefault="00D0637A" w:rsidP="00D0637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the center of curvature of the mirror?</w:t>
      </w:r>
    </w:p>
    <w:p w:rsidR="00D0637A" w:rsidRDefault="000376B9" w:rsidP="000376B9">
      <w:pPr>
        <w:rPr>
          <w:sz w:val="28"/>
          <w:szCs w:val="28"/>
        </w:rPr>
      </w:pPr>
      <w:r w:rsidRPr="000376B9">
        <w:rPr>
          <w:b/>
          <w:sz w:val="28"/>
          <w:szCs w:val="28"/>
        </w:rPr>
        <w:t>Diagrams:</w:t>
      </w:r>
      <w:r w:rsidR="00D0637A" w:rsidRPr="000376B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Create ray diagrams of the following situations</w:t>
      </w:r>
      <w:r w:rsidR="000C464D">
        <w:rPr>
          <w:sz w:val="28"/>
          <w:szCs w:val="28"/>
        </w:rPr>
        <w:t xml:space="preserve"> showing the image</w:t>
      </w:r>
      <w:r>
        <w:rPr>
          <w:sz w:val="28"/>
          <w:szCs w:val="28"/>
        </w:rPr>
        <w:t>:</w:t>
      </w:r>
    </w:p>
    <w:p w:rsidR="000376B9" w:rsidRPr="000376B9" w:rsidRDefault="000376B9" w:rsidP="000376B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376B9">
        <w:rPr>
          <w:sz w:val="28"/>
          <w:szCs w:val="28"/>
        </w:rPr>
        <w:t xml:space="preserve">Candle beyond </w:t>
      </w:r>
      <w:r>
        <w:rPr>
          <w:sz w:val="28"/>
          <w:szCs w:val="28"/>
        </w:rPr>
        <w:t xml:space="preserve">point </w:t>
      </w:r>
      <w:r w:rsidRPr="000376B9">
        <w:rPr>
          <w:sz w:val="28"/>
          <w:szCs w:val="28"/>
        </w:rPr>
        <w:t>‘c’</w:t>
      </w:r>
    </w:p>
    <w:p w:rsidR="000376B9" w:rsidRPr="000376B9" w:rsidRDefault="000376B9" w:rsidP="000376B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376B9">
        <w:rPr>
          <w:sz w:val="28"/>
          <w:szCs w:val="28"/>
        </w:rPr>
        <w:t xml:space="preserve">Candle </w:t>
      </w:r>
      <w:r>
        <w:rPr>
          <w:sz w:val="28"/>
          <w:szCs w:val="28"/>
        </w:rPr>
        <w:t>at point</w:t>
      </w:r>
      <w:r w:rsidRPr="000376B9">
        <w:rPr>
          <w:sz w:val="28"/>
          <w:szCs w:val="28"/>
        </w:rPr>
        <w:t xml:space="preserve"> ‘c’</w:t>
      </w:r>
    </w:p>
    <w:p w:rsidR="000376B9" w:rsidRDefault="000376B9" w:rsidP="000376B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Candle between ‘f’ and ‘c’</w:t>
      </w:r>
    </w:p>
    <w:p w:rsidR="00096F63" w:rsidRPr="000376B9" w:rsidRDefault="000376B9" w:rsidP="001A6CB1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0376B9">
        <w:rPr>
          <w:sz w:val="28"/>
          <w:szCs w:val="28"/>
        </w:rPr>
        <w:t>Candle between mirror and ‘f’</w:t>
      </w:r>
    </w:p>
    <w:sectPr w:rsidR="00096F63" w:rsidRPr="000376B9" w:rsidSect="00C47F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57F6A"/>
    <w:multiLevelType w:val="hybridMultilevel"/>
    <w:tmpl w:val="B316FD02"/>
    <w:lvl w:ilvl="0" w:tplc="B9C66E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B06F2C"/>
    <w:multiLevelType w:val="hybridMultilevel"/>
    <w:tmpl w:val="74600D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31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CB1"/>
    <w:rsid w:val="0001583A"/>
    <w:rsid w:val="000376B9"/>
    <w:rsid w:val="00096F63"/>
    <w:rsid w:val="000C464D"/>
    <w:rsid w:val="00115138"/>
    <w:rsid w:val="001A6CB1"/>
    <w:rsid w:val="003F15B0"/>
    <w:rsid w:val="004C7A1D"/>
    <w:rsid w:val="00512F26"/>
    <w:rsid w:val="005419E8"/>
    <w:rsid w:val="007E5992"/>
    <w:rsid w:val="00837CA8"/>
    <w:rsid w:val="00922D48"/>
    <w:rsid w:val="009E4DC3"/>
    <w:rsid w:val="00AC3260"/>
    <w:rsid w:val="00C47FCB"/>
    <w:rsid w:val="00D0637A"/>
    <w:rsid w:val="00E1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F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7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C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F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7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C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laire\Local%20Settings\Application%20Data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A3890A77-B07F-4028-8ED1-3BF076B6DA64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2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</dc:creator>
  <cp:lastModifiedBy>Windows User</cp:lastModifiedBy>
  <cp:revision>3</cp:revision>
  <cp:lastPrinted>2013-09-17T14:43:00Z</cp:lastPrinted>
  <dcterms:created xsi:type="dcterms:W3CDTF">2013-09-17T15:16:00Z</dcterms:created>
  <dcterms:modified xsi:type="dcterms:W3CDTF">2014-09-09T14:11:00Z</dcterms:modified>
</cp:coreProperties>
</file>